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59" w:rsidRDefault="00473A59">
      <w:pPr>
        <w:rPr>
          <w:sz w:val="22"/>
          <w:szCs w:val="22"/>
        </w:rPr>
      </w:pPr>
    </w:p>
    <w:p w:rsidR="00473A59" w:rsidRDefault="00473A59" w:rsidP="0055015C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На основу чл. 39 ст. 5 и 6 Закона о туризму ( Службени гласник Рс, бр. 36/09,88/10,99/11 – др.закон,93/12 и 84/15), чл. 32 ст.1 тач. 9 и чл. 66 ст.3 Закона о локалној самоуправи ( Службени гласник Рс, бр. 129/07), чл. 10 Одлуке о оснивању Туристичке организације града Врања ( Службени гласник града Врања, бр. 26/09), чл. 32 ст.1 тач. 12 Статута града Врања ( Службени гласник града Врања, бр. 3/17, 8/17 и 27/17), Скупштина града Врања, на </w:t>
      </w:r>
      <w:r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  <w:lang w:val="sr-Cyrl-CS"/>
        </w:rPr>
        <w:t>едници одржаној дана</w:t>
      </w:r>
      <w:r>
        <w:rPr>
          <w:rFonts w:ascii="Arial" w:hAnsi="Arial" w:cs="Arial"/>
          <w:sz w:val="22"/>
          <w:szCs w:val="22"/>
        </w:rPr>
        <w:t xml:space="preserve"> 01.03.</w:t>
      </w:r>
      <w:r>
        <w:rPr>
          <w:rFonts w:ascii="Arial" w:hAnsi="Arial" w:cs="Arial"/>
          <w:sz w:val="22"/>
          <w:szCs w:val="22"/>
          <w:lang w:val="sr-Cyrl-CS"/>
        </w:rPr>
        <w:t>2018.године, донела је:</w:t>
      </w:r>
    </w:p>
    <w:p w:rsidR="00473A59" w:rsidRDefault="00473A59" w:rsidP="0055015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73A59" w:rsidRPr="00980B69" w:rsidRDefault="00473A59" w:rsidP="0055015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73A59" w:rsidRDefault="00473A59" w:rsidP="00933875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>Р Е Ш Е Њ Е</w:t>
      </w:r>
    </w:p>
    <w:p w:rsidR="00473A59" w:rsidRDefault="00473A59" w:rsidP="00933875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 РАЗРЕШЕЊУ ЧЛАНА НАДЗОРНОГ ОДБОРА</w:t>
      </w:r>
    </w:p>
    <w:p w:rsidR="00473A59" w:rsidRDefault="00473A59" w:rsidP="0093387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ЈАВНЕ УСТАНОВЕ „ ТУРИСТИЧКА ОРГАНИЗАЦИЈА ГРАДА ВРАЊА“</w:t>
      </w:r>
    </w:p>
    <w:p w:rsidR="00473A59" w:rsidRPr="006A0FB5" w:rsidRDefault="00473A59" w:rsidP="00933875">
      <w:pPr>
        <w:jc w:val="center"/>
        <w:rPr>
          <w:rFonts w:ascii="Arial" w:hAnsi="Arial" w:cs="Arial"/>
          <w:b/>
          <w:sz w:val="22"/>
          <w:szCs w:val="22"/>
        </w:rPr>
      </w:pPr>
    </w:p>
    <w:p w:rsidR="00473A59" w:rsidRPr="00980B69" w:rsidRDefault="00473A59" w:rsidP="00E17049">
      <w:pPr>
        <w:rPr>
          <w:rFonts w:ascii="Arial" w:hAnsi="Arial" w:cs="Arial"/>
          <w:b/>
          <w:sz w:val="22"/>
          <w:szCs w:val="22"/>
          <w:lang w:val="sr-Cyrl-CS"/>
        </w:rPr>
      </w:pPr>
    </w:p>
    <w:p w:rsidR="00473A59" w:rsidRDefault="00473A59" w:rsidP="00C331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РАЗРЕШАВА СЕ  </w:t>
      </w:r>
      <w:r>
        <w:rPr>
          <w:rFonts w:ascii="Arial" w:hAnsi="Arial" w:cs="Arial"/>
          <w:sz w:val="22"/>
          <w:szCs w:val="22"/>
        </w:rPr>
        <w:t>Зоран Тасић, радник из Врањске Бање, насеље Сува Бања, функције члана надзорног одбора ЈУ „ Туристичка организација града Врања“, пре истека времена на које је именован.</w:t>
      </w:r>
    </w:p>
    <w:p w:rsidR="00473A59" w:rsidRPr="00980B69" w:rsidRDefault="00473A59" w:rsidP="00C331BC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473A59" w:rsidRPr="00980B69" w:rsidRDefault="00473A59" w:rsidP="00C331BC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Latn-CS"/>
        </w:rPr>
        <w:t>II</w:t>
      </w:r>
    </w:p>
    <w:p w:rsidR="00473A59" w:rsidRDefault="00473A59" w:rsidP="0055015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Решење ступа на снагу даном доношења.</w:t>
      </w:r>
    </w:p>
    <w:p w:rsidR="00473A59" w:rsidRDefault="00473A59" w:rsidP="0055015C">
      <w:pPr>
        <w:jc w:val="center"/>
        <w:rPr>
          <w:rFonts w:ascii="Arial" w:hAnsi="Arial" w:cs="Arial"/>
          <w:sz w:val="22"/>
          <w:szCs w:val="22"/>
        </w:rPr>
      </w:pPr>
    </w:p>
    <w:p w:rsidR="00473A59" w:rsidRPr="00F04E40" w:rsidRDefault="00473A59" w:rsidP="0055015C">
      <w:pPr>
        <w:jc w:val="center"/>
        <w:rPr>
          <w:rFonts w:ascii="Arial" w:hAnsi="Arial" w:cs="Arial"/>
          <w:sz w:val="22"/>
          <w:szCs w:val="22"/>
        </w:rPr>
      </w:pPr>
    </w:p>
    <w:p w:rsidR="00473A59" w:rsidRPr="00F04E40" w:rsidRDefault="00473A59" w:rsidP="0055015C">
      <w:pPr>
        <w:jc w:val="center"/>
        <w:rPr>
          <w:rFonts w:ascii="Arial" w:hAnsi="Arial" w:cs="Arial"/>
          <w:b/>
          <w:sz w:val="22"/>
          <w:szCs w:val="22"/>
        </w:rPr>
      </w:pPr>
      <w:r w:rsidRPr="00F04E40">
        <w:rPr>
          <w:rFonts w:ascii="Arial" w:hAnsi="Arial" w:cs="Arial"/>
          <w:b/>
          <w:sz w:val="22"/>
          <w:szCs w:val="22"/>
        </w:rPr>
        <w:t>III</w:t>
      </w:r>
    </w:p>
    <w:p w:rsidR="00473A59" w:rsidRPr="00BB3596" w:rsidRDefault="00473A59" w:rsidP="0055015C">
      <w:pPr>
        <w:jc w:val="center"/>
        <w:rPr>
          <w:rFonts w:ascii="Arial" w:hAnsi="Arial" w:cs="Arial"/>
          <w:b/>
          <w:sz w:val="22"/>
          <w:szCs w:val="22"/>
        </w:rPr>
      </w:pPr>
    </w:p>
    <w:p w:rsidR="00473A59" w:rsidRDefault="00473A59" w:rsidP="00980B69">
      <w:pPr>
        <w:rPr>
          <w:rFonts w:ascii="Arial" w:hAnsi="Arial" w:cs="Arial"/>
          <w:sz w:val="22"/>
          <w:szCs w:val="22"/>
          <w:lang w:val="sr-Cyrl-CS"/>
        </w:rPr>
      </w:pPr>
      <w:r w:rsidRPr="00980B69">
        <w:rPr>
          <w:rFonts w:ascii="Arial" w:hAnsi="Arial" w:cs="Arial"/>
          <w:sz w:val="22"/>
          <w:szCs w:val="22"/>
          <w:lang w:val="sr-Cyrl-CS"/>
        </w:rPr>
        <w:tab/>
        <w:t xml:space="preserve">Решење  </w:t>
      </w:r>
      <w:r>
        <w:rPr>
          <w:rFonts w:ascii="Arial" w:hAnsi="Arial" w:cs="Arial"/>
          <w:sz w:val="22"/>
          <w:szCs w:val="22"/>
          <w:lang w:val="sr-Cyrl-CS"/>
        </w:rPr>
        <w:t>објавити</w:t>
      </w:r>
      <w:r w:rsidRPr="00980B69">
        <w:rPr>
          <w:rFonts w:ascii="Arial" w:hAnsi="Arial" w:cs="Arial"/>
          <w:sz w:val="22"/>
          <w:szCs w:val="22"/>
          <w:lang w:val="sr-Cyrl-CS"/>
        </w:rPr>
        <w:t xml:space="preserve">  у „Службеном гласнику града Врања“.</w:t>
      </w:r>
    </w:p>
    <w:p w:rsidR="00473A59" w:rsidRDefault="00473A59" w:rsidP="00980B69">
      <w:pPr>
        <w:rPr>
          <w:rFonts w:ascii="Arial" w:hAnsi="Arial" w:cs="Arial"/>
          <w:sz w:val="22"/>
          <w:szCs w:val="22"/>
          <w:lang w:val="sr-Cyrl-CS"/>
        </w:rPr>
      </w:pPr>
    </w:p>
    <w:p w:rsidR="00473A59" w:rsidRPr="00980B69" w:rsidRDefault="00473A59" w:rsidP="00980B69">
      <w:pPr>
        <w:rPr>
          <w:rFonts w:ascii="Arial" w:hAnsi="Arial" w:cs="Arial"/>
          <w:sz w:val="22"/>
          <w:szCs w:val="22"/>
          <w:lang w:val="sr-Cyrl-CS"/>
        </w:rPr>
      </w:pPr>
    </w:p>
    <w:p w:rsidR="00473A59" w:rsidRPr="00980B69" w:rsidRDefault="00473A59" w:rsidP="00980B69">
      <w:pPr>
        <w:rPr>
          <w:rFonts w:ascii="Arial" w:hAnsi="Arial" w:cs="Arial"/>
          <w:sz w:val="22"/>
          <w:szCs w:val="22"/>
          <w:lang w:val="sr-Cyrl-CS"/>
        </w:rPr>
      </w:pPr>
    </w:p>
    <w:p w:rsidR="00473A59" w:rsidRPr="00980B69" w:rsidRDefault="00473A59" w:rsidP="00980B69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>СКУПШТИНА  ГРАДА ВРАЊА</w:t>
      </w:r>
    </w:p>
    <w:p w:rsidR="00473A59" w:rsidRDefault="00473A59" w:rsidP="00980B6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01.03.2018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. године, број: </w:t>
      </w:r>
      <w:r>
        <w:rPr>
          <w:rFonts w:ascii="Arial" w:hAnsi="Arial" w:cs="Arial"/>
          <w:b/>
          <w:sz w:val="22"/>
          <w:szCs w:val="22"/>
        </w:rPr>
        <w:t>02-36/2018-10</w:t>
      </w:r>
    </w:p>
    <w:p w:rsidR="00473A59" w:rsidRPr="006A0FB5" w:rsidRDefault="00473A59" w:rsidP="00980B69">
      <w:pPr>
        <w:jc w:val="center"/>
        <w:rPr>
          <w:rFonts w:ascii="Arial" w:hAnsi="Arial" w:cs="Arial"/>
          <w:b/>
          <w:sz w:val="22"/>
          <w:szCs w:val="22"/>
        </w:rPr>
      </w:pPr>
    </w:p>
    <w:p w:rsidR="00473A59" w:rsidRPr="00980B69" w:rsidRDefault="00473A59" w:rsidP="00980B69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473A59" w:rsidRPr="00980B69" w:rsidRDefault="00473A59" w:rsidP="00980B6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473A59" w:rsidRPr="00980B69" w:rsidRDefault="00473A59" w:rsidP="00980B6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>ПРЕДСЕДНИК СКУПШТИНЕ</w:t>
      </w:r>
    </w:p>
    <w:p w:rsidR="00473A59" w:rsidRDefault="00473A59" w:rsidP="00947A70">
      <w:pPr>
        <w:jc w:val="both"/>
        <w:rPr>
          <w:rFonts w:ascii="Arial" w:hAnsi="Arial" w:cs="Arial"/>
          <w:b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>Дејан Тричковић,спец.двм</w:t>
      </w:r>
      <w:r>
        <w:rPr>
          <w:rFonts w:ascii="Arial" w:hAnsi="Arial" w:cs="Arial"/>
          <w:b/>
          <w:sz w:val="22"/>
          <w:szCs w:val="22"/>
        </w:rPr>
        <w:t>,с.р.</w:t>
      </w:r>
      <w:r>
        <w:rPr>
          <w:rFonts w:ascii="Arial" w:hAnsi="Arial" w:cs="Arial"/>
          <w:b/>
          <w:lang w:val="sr-Cyrl-CS"/>
        </w:rPr>
        <w:t xml:space="preserve">   </w:t>
      </w:r>
    </w:p>
    <w:p w:rsidR="00473A59" w:rsidRDefault="00473A59" w:rsidP="00947A70">
      <w:pPr>
        <w:jc w:val="both"/>
        <w:rPr>
          <w:rFonts w:ascii="Arial" w:hAnsi="Arial" w:cs="Arial"/>
          <w:b/>
        </w:rPr>
      </w:pPr>
    </w:p>
    <w:p w:rsidR="00473A59" w:rsidRDefault="00473A59" w:rsidP="00947A7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ТАЧНОСТ ПРЕПИСА ОВЕРАВА:                          СЕКРЕТАР СКУПШТИНЕ</w:t>
      </w:r>
    </w:p>
    <w:p w:rsidR="00473A59" w:rsidRPr="00947A70" w:rsidRDefault="00473A59" w:rsidP="00947A70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Марко Тричковић</w:t>
      </w:r>
      <w:r>
        <w:rPr>
          <w:rFonts w:ascii="Arial" w:hAnsi="Arial" w:cs="Arial"/>
          <w:b/>
          <w:lang w:val="sr-Cyrl-CS"/>
        </w:rPr>
        <w:t xml:space="preserve">       </w:t>
      </w:r>
    </w:p>
    <w:p w:rsidR="00473A59" w:rsidRPr="00980B69" w:rsidRDefault="00473A59" w:rsidP="00980B6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55015C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73A59" w:rsidRDefault="00473A59" w:rsidP="002657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73A59" w:rsidRDefault="00473A59">
      <w:pPr>
        <w:rPr>
          <w:rFonts w:ascii="Arial" w:hAnsi="Arial" w:cs="Arial"/>
          <w:sz w:val="22"/>
          <w:szCs w:val="22"/>
        </w:rPr>
      </w:pPr>
    </w:p>
    <w:p w:rsidR="00473A59" w:rsidRPr="00301476" w:rsidRDefault="00473A59" w:rsidP="003014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На основу чл. 39 ст. 5 и 6 Закона о туризму ( Службени гласник Рс, бр. 36/09,88/10,99/11 – др.закон,93/12 и 84/15), чл. 32 ст.1 тач. 9 и чл. 66 ст.3 Закона о локалној самоуправи ( Службени гласник Рс, бр. 129/07), чл. 10 Одлуке о оснивању Туристичке организације града Врања ( Службени гласник града Врања, бр. 26/09), чл. 32 ст.1 тач. 12 Статута града Врања ( Службени гласник града Врања, бр. 3/17, 8/17 и 27/17), Скупштина града Врања, на Седници одржаној дана </w:t>
      </w:r>
      <w:r>
        <w:rPr>
          <w:rFonts w:ascii="Arial" w:hAnsi="Arial" w:cs="Arial"/>
          <w:sz w:val="22"/>
          <w:szCs w:val="22"/>
        </w:rPr>
        <w:t>01.03.</w:t>
      </w:r>
      <w:r>
        <w:rPr>
          <w:rFonts w:ascii="Arial" w:hAnsi="Arial" w:cs="Arial"/>
          <w:sz w:val="22"/>
          <w:szCs w:val="22"/>
          <w:lang w:val="sr-Cyrl-CS"/>
        </w:rPr>
        <w:t>2018.године, донела је:</w:t>
      </w:r>
    </w:p>
    <w:p w:rsidR="00473A59" w:rsidRPr="00F04E40" w:rsidRDefault="00473A59" w:rsidP="00F04E40">
      <w:pPr>
        <w:rPr>
          <w:rFonts w:ascii="Arial" w:hAnsi="Arial" w:cs="Arial"/>
          <w:sz w:val="22"/>
          <w:szCs w:val="22"/>
          <w:lang w:val="sr-Latn-CS"/>
        </w:rPr>
      </w:pPr>
    </w:p>
    <w:p w:rsidR="00473A59" w:rsidRDefault="00473A59" w:rsidP="00F04E40">
      <w:pPr>
        <w:rPr>
          <w:rFonts w:ascii="Arial" w:hAnsi="Arial" w:cs="Arial"/>
          <w:sz w:val="22"/>
          <w:szCs w:val="22"/>
          <w:lang w:val="sr-Latn-CS"/>
        </w:rPr>
      </w:pPr>
    </w:p>
    <w:p w:rsidR="00473A59" w:rsidRPr="00F04E40" w:rsidRDefault="00473A59" w:rsidP="00F04E40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F04E40">
        <w:rPr>
          <w:rFonts w:ascii="Arial" w:hAnsi="Arial" w:cs="Arial"/>
          <w:b/>
          <w:sz w:val="22"/>
          <w:szCs w:val="22"/>
          <w:lang w:val="sr-Latn-CS"/>
        </w:rPr>
        <w:t>Р Е ШЕ Њ Е</w:t>
      </w:r>
    </w:p>
    <w:p w:rsidR="00473A59" w:rsidRDefault="00473A59" w:rsidP="00F04E40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  <w:r w:rsidRPr="00F04E40">
        <w:rPr>
          <w:rFonts w:ascii="Arial" w:hAnsi="Arial" w:cs="Arial"/>
          <w:b/>
          <w:sz w:val="22"/>
          <w:szCs w:val="22"/>
        </w:rPr>
        <w:t>О ИЗМЕНИ РЕШЕЊА О ИМЕНОВАЊУ ПРЕДСЕДНИКА И ЧЛАНОВА  НАДЗОРНОГ ОДБОРА ЈАВНЕ УСТАНОВЕ „ ТУРИСТИЧКА ОРГАНИЗАЦИЈА ГРАДА ВРАЊА“</w:t>
      </w:r>
    </w:p>
    <w:p w:rsidR="00473A59" w:rsidRPr="00401C46" w:rsidRDefault="00473A59" w:rsidP="00002D73">
      <w:pPr>
        <w:rPr>
          <w:rFonts w:ascii="Arial" w:hAnsi="Arial" w:cs="Arial"/>
          <w:sz w:val="22"/>
          <w:szCs w:val="22"/>
        </w:rPr>
      </w:pPr>
    </w:p>
    <w:p w:rsidR="00473A59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  <w:r w:rsidRPr="00301476">
        <w:rPr>
          <w:rFonts w:ascii="Arial" w:hAnsi="Arial" w:cs="Arial"/>
          <w:b/>
          <w:sz w:val="22"/>
          <w:szCs w:val="22"/>
        </w:rPr>
        <w:t>I</w:t>
      </w:r>
    </w:p>
    <w:p w:rsidR="00473A59" w:rsidRPr="00301476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</w:p>
    <w:p w:rsidR="00473A59" w:rsidRDefault="00473A59" w:rsidP="003014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Решење о именовању председника и чланова надзорног одбора Јавне установе „ Туристичка организација града Врања“ ( Службени гланик града Врања бр. 24/16), у чл. 1. мења се и гласи: </w:t>
      </w:r>
    </w:p>
    <w:p w:rsidR="00473A59" w:rsidRDefault="00473A59" w:rsidP="00301476">
      <w:pPr>
        <w:jc w:val="both"/>
        <w:rPr>
          <w:rFonts w:ascii="Arial" w:hAnsi="Arial" w:cs="Arial"/>
          <w:sz w:val="22"/>
          <w:szCs w:val="22"/>
        </w:rPr>
      </w:pPr>
    </w:p>
    <w:p w:rsidR="00473A59" w:rsidRPr="00301476" w:rsidRDefault="00473A59" w:rsidP="0030147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301476">
        <w:rPr>
          <w:rFonts w:ascii="Arial" w:hAnsi="Arial" w:cs="Arial"/>
          <w:b/>
          <w:sz w:val="22"/>
          <w:szCs w:val="22"/>
        </w:rPr>
        <w:t>Члан:</w:t>
      </w:r>
    </w:p>
    <w:p w:rsidR="00473A59" w:rsidRDefault="00473A59" w:rsidP="00002D73">
      <w:pPr>
        <w:rPr>
          <w:rFonts w:ascii="Arial" w:hAnsi="Arial" w:cs="Arial"/>
          <w:sz w:val="22"/>
          <w:szCs w:val="22"/>
        </w:rPr>
      </w:pPr>
    </w:p>
    <w:p w:rsidR="00473A59" w:rsidRPr="00301476" w:rsidRDefault="00473A59" w:rsidP="006A0F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Слободан Николић, струковни физиотарапеут из Врањске Бање, ул. Краља Петра I Ослободиоца, представник локалне самоуправе.</w:t>
      </w:r>
    </w:p>
    <w:p w:rsidR="00473A59" w:rsidRDefault="00473A59" w:rsidP="00301476">
      <w:pPr>
        <w:rPr>
          <w:rFonts w:ascii="Arial" w:hAnsi="Arial" w:cs="Arial"/>
          <w:sz w:val="22"/>
          <w:szCs w:val="22"/>
        </w:rPr>
      </w:pPr>
    </w:p>
    <w:p w:rsidR="00473A59" w:rsidRPr="00301476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  <w:r w:rsidRPr="00301476">
        <w:rPr>
          <w:rFonts w:ascii="Arial" w:hAnsi="Arial" w:cs="Arial"/>
          <w:b/>
          <w:sz w:val="22"/>
          <w:szCs w:val="22"/>
        </w:rPr>
        <w:t>II</w:t>
      </w:r>
    </w:p>
    <w:p w:rsidR="00473A59" w:rsidRPr="00301476" w:rsidRDefault="00473A59" w:rsidP="00E17049">
      <w:pPr>
        <w:jc w:val="both"/>
        <w:rPr>
          <w:rFonts w:ascii="Arial" w:hAnsi="Arial" w:cs="Arial"/>
          <w:sz w:val="22"/>
          <w:szCs w:val="22"/>
        </w:rPr>
      </w:pPr>
    </w:p>
    <w:p w:rsidR="00473A59" w:rsidRDefault="00473A59" w:rsidP="00E170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Mандат новоименованог члана  траје до истека мандата Надзорног одбора Јавне установе „ Туристичка организација града Врања, именованих Решењем Скупштине града Врања бр. 02-194/2016-13 од 21.07.2016. године.</w:t>
      </w:r>
    </w:p>
    <w:p w:rsidR="00473A59" w:rsidRPr="00301476" w:rsidRDefault="00473A59" w:rsidP="00E17049">
      <w:pPr>
        <w:rPr>
          <w:rFonts w:ascii="Arial" w:hAnsi="Arial" w:cs="Arial"/>
          <w:sz w:val="22"/>
          <w:szCs w:val="22"/>
        </w:rPr>
      </w:pPr>
    </w:p>
    <w:p w:rsidR="00473A59" w:rsidRPr="00301476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  <w:r w:rsidRPr="00301476">
        <w:rPr>
          <w:rFonts w:ascii="Arial" w:hAnsi="Arial" w:cs="Arial"/>
          <w:b/>
          <w:sz w:val="22"/>
          <w:szCs w:val="22"/>
        </w:rPr>
        <w:t>III</w:t>
      </w:r>
    </w:p>
    <w:p w:rsidR="00473A59" w:rsidRDefault="00473A59" w:rsidP="00301476">
      <w:pPr>
        <w:rPr>
          <w:rFonts w:ascii="Arial" w:hAnsi="Arial" w:cs="Arial"/>
          <w:sz w:val="22"/>
          <w:szCs w:val="22"/>
        </w:rPr>
      </w:pPr>
    </w:p>
    <w:p w:rsidR="00473A59" w:rsidRDefault="00473A59" w:rsidP="0030147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Решење ступа на снагу даном доношења.</w:t>
      </w:r>
    </w:p>
    <w:p w:rsidR="00473A59" w:rsidRPr="00F04E40" w:rsidRDefault="00473A59" w:rsidP="00301476">
      <w:pPr>
        <w:jc w:val="center"/>
        <w:rPr>
          <w:rFonts w:ascii="Arial" w:hAnsi="Arial" w:cs="Arial"/>
          <w:sz w:val="22"/>
          <w:szCs w:val="22"/>
        </w:rPr>
      </w:pPr>
    </w:p>
    <w:p w:rsidR="00473A59" w:rsidRPr="00F04E40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</w:p>
    <w:p w:rsidR="00473A59" w:rsidRPr="00BB3596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</w:p>
    <w:p w:rsidR="00473A59" w:rsidRDefault="00473A59" w:rsidP="00301476">
      <w:pPr>
        <w:rPr>
          <w:rFonts w:ascii="Arial" w:hAnsi="Arial" w:cs="Arial"/>
          <w:sz w:val="22"/>
          <w:szCs w:val="22"/>
          <w:lang w:val="sr-Cyrl-CS"/>
        </w:rPr>
      </w:pPr>
      <w:r w:rsidRPr="00980B69">
        <w:rPr>
          <w:rFonts w:ascii="Arial" w:hAnsi="Arial" w:cs="Arial"/>
          <w:sz w:val="22"/>
          <w:szCs w:val="22"/>
          <w:lang w:val="sr-Cyrl-CS"/>
        </w:rPr>
        <w:tab/>
        <w:t xml:space="preserve">Решење  </w:t>
      </w:r>
      <w:r>
        <w:rPr>
          <w:rFonts w:ascii="Arial" w:hAnsi="Arial" w:cs="Arial"/>
          <w:sz w:val="22"/>
          <w:szCs w:val="22"/>
          <w:lang w:val="sr-Cyrl-CS"/>
        </w:rPr>
        <w:t>објавити</w:t>
      </w:r>
      <w:r w:rsidRPr="00980B69">
        <w:rPr>
          <w:rFonts w:ascii="Arial" w:hAnsi="Arial" w:cs="Arial"/>
          <w:sz w:val="22"/>
          <w:szCs w:val="22"/>
          <w:lang w:val="sr-Cyrl-CS"/>
        </w:rPr>
        <w:t xml:space="preserve">  у „Службеном гласнику града Врања“.</w:t>
      </w:r>
    </w:p>
    <w:p w:rsidR="00473A59" w:rsidRDefault="00473A59" w:rsidP="00301476">
      <w:pPr>
        <w:rPr>
          <w:rFonts w:ascii="Arial" w:hAnsi="Arial" w:cs="Arial"/>
          <w:sz w:val="22"/>
          <w:szCs w:val="22"/>
          <w:lang w:val="sr-Cyrl-CS"/>
        </w:rPr>
      </w:pPr>
    </w:p>
    <w:p w:rsidR="00473A59" w:rsidRPr="0005658F" w:rsidRDefault="00473A59" w:rsidP="00301476">
      <w:pPr>
        <w:rPr>
          <w:rFonts w:ascii="Arial" w:hAnsi="Arial" w:cs="Arial"/>
          <w:sz w:val="22"/>
          <w:szCs w:val="22"/>
        </w:rPr>
      </w:pPr>
    </w:p>
    <w:p w:rsidR="00473A59" w:rsidRPr="00980B69" w:rsidRDefault="00473A59" w:rsidP="00301476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>СКУПШТИНА  ГРАДА ВРАЊА</w:t>
      </w:r>
    </w:p>
    <w:p w:rsidR="00473A59" w:rsidRPr="006A0FB5" w:rsidRDefault="00473A59" w:rsidP="0030147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01.03.2018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. године, број: </w:t>
      </w:r>
      <w:r>
        <w:rPr>
          <w:rFonts w:ascii="Arial" w:hAnsi="Arial" w:cs="Arial"/>
          <w:b/>
          <w:sz w:val="22"/>
          <w:szCs w:val="22"/>
        </w:rPr>
        <w:t>02-37/2018-10</w:t>
      </w:r>
    </w:p>
    <w:p w:rsidR="00473A59" w:rsidRPr="00980B69" w:rsidRDefault="00473A59" w:rsidP="00301476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473A59" w:rsidRPr="00980B69" w:rsidRDefault="00473A59" w:rsidP="00301476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</w:t>
      </w:r>
    </w:p>
    <w:p w:rsidR="00473A59" w:rsidRPr="00980B69" w:rsidRDefault="00473A59" w:rsidP="00301476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>ПРЕДСЕДНИК СКУПШТИНЕ</w:t>
      </w:r>
    </w:p>
    <w:p w:rsidR="00473A59" w:rsidRDefault="00473A59" w:rsidP="00B03620">
      <w:pPr>
        <w:jc w:val="both"/>
        <w:rPr>
          <w:rFonts w:ascii="Arial" w:hAnsi="Arial" w:cs="Arial"/>
          <w:b/>
        </w:rPr>
      </w:pP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980B69">
        <w:rPr>
          <w:rFonts w:ascii="Arial" w:hAnsi="Arial" w:cs="Arial"/>
          <w:b/>
          <w:sz w:val="22"/>
          <w:szCs w:val="22"/>
          <w:lang w:val="sr-Cyrl-CS"/>
        </w:rPr>
        <w:t>Дејан Тричковић,спец.двм</w:t>
      </w:r>
      <w:r>
        <w:rPr>
          <w:rFonts w:ascii="Arial" w:hAnsi="Arial" w:cs="Arial"/>
          <w:b/>
          <w:sz w:val="22"/>
          <w:szCs w:val="22"/>
        </w:rPr>
        <w:t>,с.р.</w:t>
      </w:r>
      <w:r>
        <w:rPr>
          <w:rFonts w:ascii="Arial" w:hAnsi="Arial" w:cs="Arial"/>
          <w:b/>
          <w:lang w:val="sr-Cyrl-CS"/>
        </w:rPr>
        <w:t xml:space="preserve">  </w:t>
      </w:r>
    </w:p>
    <w:p w:rsidR="00473A59" w:rsidRDefault="00473A59" w:rsidP="00B0362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ТАЧНОСТ ПРЕПИСА ОВЕРАВА:                       СЕКРЕТАР СКУПШТИНЕ</w:t>
      </w:r>
    </w:p>
    <w:p w:rsidR="00473A59" w:rsidRPr="002657D6" w:rsidRDefault="00473A59" w:rsidP="002657D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Марко Тричковић</w:t>
      </w:r>
      <w:r>
        <w:rPr>
          <w:rFonts w:ascii="Arial" w:hAnsi="Arial" w:cs="Arial"/>
          <w:b/>
          <w:lang w:val="sr-Cyrl-CS"/>
        </w:rPr>
        <w:t xml:space="preserve">        </w:t>
      </w:r>
    </w:p>
    <w:sectPr w:rsidR="00473A59" w:rsidRPr="002657D6" w:rsidSect="007727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A59" w:rsidRDefault="00473A59" w:rsidP="00F04E40">
      <w:r>
        <w:separator/>
      </w:r>
    </w:p>
  </w:endnote>
  <w:endnote w:type="continuationSeparator" w:id="0">
    <w:p w:rsidR="00473A59" w:rsidRDefault="00473A59" w:rsidP="00F04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A59" w:rsidRDefault="00473A59" w:rsidP="00F04E40">
      <w:r>
        <w:separator/>
      </w:r>
    </w:p>
  </w:footnote>
  <w:footnote w:type="continuationSeparator" w:id="0">
    <w:p w:rsidR="00473A59" w:rsidRDefault="00473A59" w:rsidP="00F04E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15C"/>
    <w:rsid w:val="00000588"/>
    <w:rsid w:val="000005E6"/>
    <w:rsid w:val="00001507"/>
    <w:rsid w:val="00002BE0"/>
    <w:rsid w:val="00002D73"/>
    <w:rsid w:val="00004D49"/>
    <w:rsid w:val="00004E5E"/>
    <w:rsid w:val="000119DB"/>
    <w:rsid w:val="0001267E"/>
    <w:rsid w:val="000131C7"/>
    <w:rsid w:val="00015884"/>
    <w:rsid w:val="000163A1"/>
    <w:rsid w:val="00016DAF"/>
    <w:rsid w:val="000209E4"/>
    <w:rsid w:val="00021A43"/>
    <w:rsid w:val="00021E5E"/>
    <w:rsid w:val="0002338F"/>
    <w:rsid w:val="000244F5"/>
    <w:rsid w:val="00025DD7"/>
    <w:rsid w:val="00027BFC"/>
    <w:rsid w:val="00030BF3"/>
    <w:rsid w:val="00031482"/>
    <w:rsid w:val="00032334"/>
    <w:rsid w:val="00036E94"/>
    <w:rsid w:val="00043506"/>
    <w:rsid w:val="00043DC1"/>
    <w:rsid w:val="00052B12"/>
    <w:rsid w:val="0005658F"/>
    <w:rsid w:val="00056BEF"/>
    <w:rsid w:val="00056D8D"/>
    <w:rsid w:val="000570EC"/>
    <w:rsid w:val="00062459"/>
    <w:rsid w:val="000646FE"/>
    <w:rsid w:val="000650B4"/>
    <w:rsid w:val="00065662"/>
    <w:rsid w:val="00065857"/>
    <w:rsid w:val="00065D5D"/>
    <w:rsid w:val="00066EF7"/>
    <w:rsid w:val="0006712C"/>
    <w:rsid w:val="000672BE"/>
    <w:rsid w:val="0006779E"/>
    <w:rsid w:val="00070351"/>
    <w:rsid w:val="000703D9"/>
    <w:rsid w:val="00070B9B"/>
    <w:rsid w:val="00071FF5"/>
    <w:rsid w:val="00072153"/>
    <w:rsid w:val="0007372C"/>
    <w:rsid w:val="00074ABD"/>
    <w:rsid w:val="00074B1C"/>
    <w:rsid w:val="000808D6"/>
    <w:rsid w:val="00081E91"/>
    <w:rsid w:val="00082343"/>
    <w:rsid w:val="00082DE1"/>
    <w:rsid w:val="000844AA"/>
    <w:rsid w:val="00084522"/>
    <w:rsid w:val="00085327"/>
    <w:rsid w:val="0008625F"/>
    <w:rsid w:val="000869B3"/>
    <w:rsid w:val="000905A0"/>
    <w:rsid w:val="000919BA"/>
    <w:rsid w:val="00092667"/>
    <w:rsid w:val="00095E6E"/>
    <w:rsid w:val="000A00EA"/>
    <w:rsid w:val="000A1A93"/>
    <w:rsid w:val="000A23E6"/>
    <w:rsid w:val="000A3830"/>
    <w:rsid w:val="000A5106"/>
    <w:rsid w:val="000A54CD"/>
    <w:rsid w:val="000A5DD0"/>
    <w:rsid w:val="000A7D19"/>
    <w:rsid w:val="000B253B"/>
    <w:rsid w:val="000B2E62"/>
    <w:rsid w:val="000C22B9"/>
    <w:rsid w:val="000C2EB2"/>
    <w:rsid w:val="000C3A8B"/>
    <w:rsid w:val="000C3E44"/>
    <w:rsid w:val="000C63D0"/>
    <w:rsid w:val="000D3578"/>
    <w:rsid w:val="000D3BC9"/>
    <w:rsid w:val="000D45F9"/>
    <w:rsid w:val="000D4C40"/>
    <w:rsid w:val="000D6FCA"/>
    <w:rsid w:val="000E6FDA"/>
    <w:rsid w:val="000E731C"/>
    <w:rsid w:val="000E7F4A"/>
    <w:rsid w:val="000F05BE"/>
    <w:rsid w:val="000F0F4A"/>
    <w:rsid w:val="000F16C5"/>
    <w:rsid w:val="000F16FF"/>
    <w:rsid w:val="000F20DA"/>
    <w:rsid w:val="000F238A"/>
    <w:rsid w:val="000F6659"/>
    <w:rsid w:val="00106B52"/>
    <w:rsid w:val="00110427"/>
    <w:rsid w:val="00110722"/>
    <w:rsid w:val="0011739F"/>
    <w:rsid w:val="001201CA"/>
    <w:rsid w:val="00121A0E"/>
    <w:rsid w:val="00122203"/>
    <w:rsid w:val="00122F8F"/>
    <w:rsid w:val="00123818"/>
    <w:rsid w:val="001244BB"/>
    <w:rsid w:val="00127CEA"/>
    <w:rsid w:val="00127D60"/>
    <w:rsid w:val="00135827"/>
    <w:rsid w:val="001404D8"/>
    <w:rsid w:val="001447E4"/>
    <w:rsid w:val="00146C2F"/>
    <w:rsid w:val="0015518A"/>
    <w:rsid w:val="00156109"/>
    <w:rsid w:val="00160B47"/>
    <w:rsid w:val="001616EA"/>
    <w:rsid w:val="00162502"/>
    <w:rsid w:val="00167459"/>
    <w:rsid w:val="00167B72"/>
    <w:rsid w:val="00170D10"/>
    <w:rsid w:val="00180A29"/>
    <w:rsid w:val="00180A8F"/>
    <w:rsid w:val="001908D1"/>
    <w:rsid w:val="001926CE"/>
    <w:rsid w:val="00196FAC"/>
    <w:rsid w:val="001A1D22"/>
    <w:rsid w:val="001A2428"/>
    <w:rsid w:val="001A2A31"/>
    <w:rsid w:val="001B023A"/>
    <w:rsid w:val="001B7BAC"/>
    <w:rsid w:val="001B7F3A"/>
    <w:rsid w:val="001C271B"/>
    <w:rsid w:val="001C285A"/>
    <w:rsid w:val="001C4F6F"/>
    <w:rsid w:val="001C5B65"/>
    <w:rsid w:val="001C5BFD"/>
    <w:rsid w:val="001D1154"/>
    <w:rsid w:val="001D2337"/>
    <w:rsid w:val="001D3B5F"/>
    <w:rsid w:val="001E1937"/>
    <w:rsid w:val="001E4141"/>
    <w:rsid w:val="001E5F4B"/>
    <w:rsid w:val="001F1853"/>
    <w:rsid w:val="001F1A05"/>
    <w:rsid w:val="001F391E"/>
    <w:rsid w:val="001F591F"/>
    <w:rsid w:val="001F593B"/>
    <w:rsid w:val="001F63D3"/>
    <w:rsid w:val="00200D12"/>
    <w:rsid w:val="00203573"/>
    <w:rsid w:val="00207AE5"/>
    <w:rsid w:val="002121B3"/>
    <w:rsid w:val="00213C8A"/>
    <w:rsid w:val="002163D6"/>
    <w:rsid w:val="00220586"/>
    <w:rsid w:val="0022464C"/>
    <w:rsid w:val="00225689"/>
    <w:rsid w:val="002310A2"/>
    <w:rsid w:val="00231723"/>
    <w:rsid w:val="00231B79"/>
    <w:rsid w:val="00231EF2"/>
    <w:rsid w:val="00232568"/>
    <w:rsid w:val="00234E47"/>
    <w:rsid w:val="0023723C"/>
    <w:rsid w:val="00242955"/>
    <w:rsid w:val="00244BB4"/>
    <w:rsid w:val="00244C52"/>
    <w:rsid w:val="00245D00"/>
    <w:rsid w:val="00246FDD"/>
    <w:rsid w:val="002514F1"/>
    <w:rsid w:val="00251D16"/>
    <w:rsid w:val="002533E5"/>
    <w:rsid w:val="00253CCA"/>
    <w:rsid w:val="00253F96"/>
    <w:rsid w:val="00263FE8"/>
    <w:rsid w:val="00264185"/>
    <w:rsid w:val="00265002"/>
    <w:rsid w:val="002657D6"/>
    <w:rsid w:val="0026605E"/>
    <w:rsid w:val="00274096"/>
    <w:rsid w:val="00275900"/>
    <w:rsid w:val="00276A70"/>
    <w:rsid w:val="00285556"/>
    <w:rsid w:val="00285DF7"/>
    <w:rsid w:val="00286210"/>
    <w:rsid w:val="00292520"/>
    <w:rsid w:val="00292EB2"/>
    <w:rsid w:val="0029363B"/>
    <w:rsid w:val="002959AD"/>
    <w:rsid w:val="00296A79"/>
    <w:rsid w:val="002A036A"/>
    <w:rsid w:val="002A43E3"/>
    <w:rsid w:val="002B2C33"/>
    <w:rsid w:val="002B327C"/>
    <w:rsid w:val="002B4AB6"/>
    <w:rsid w:val="002B4BA1"/>
    <w:rsid w:val="002B511B"/>
    <w:rsid w:val="002B590E"/>
    <w:rsid w:val="002B6347"/>
    <w:rsid w:val="002C1D7F"/>
    <w:rsid w:val="002C3111"/>
    <w:rsid w:val="002C3ADB"/>
    <w:rsid w:val="002C3C65"/>
    <w:rsid w:val="002C4450"/>
    <w:rsid w:val="002C4885"/>
    <w:rsid w:val="002C49A4"/>
    <w:rsid w:val="002C5AEB"/>
    <w:rsid w:val="002E25FF"/>
    <w:rsid w:val="002E2B31"/>
    <w:rsid w:val="002E2DBD"/>
    <w:rsid w:val="002E2E7D"/>
    <w:rsid w:val="002E3D28"/>
    <w:rsid w:val="002E3E10"/>
    <w:rsid w:val="002E452E"/>
    <w:rsid w:val="002E527C"/>
    <w:rsid w:val="002E5EEB"/>
    <w:rsid w:val="002E60AC"/>
    <w:rsid w:val="002E656E"/>
    <w:rsid w:val="002E6A48"/>
    <w:rsid w:val="002E719F"/>
    <w:rsid w:val="002F358F"/>
    <w:rsid w:val="002F4CFB"/>
    <w:rsid w:val="002F6651"/>
    <w:rsid w:val="002F723C"/>
    <w:rsid w:val="002F72D1"/>
    <w:rsid w:val="002F7A27"/>
    <w:rsid w:val="00301476"/>
    <w:rsid w:val="00303A6B"/>
    <w:rsid w:val="003048B5"/>
    <w:rsid w:val="00304DF3"/>
    <w:rsid w:val="003057EA"/>
    <w:rsid w:val="00310DAF"/>
    <w:rsid w:val="00312588"/>
    <w:rsid w:val="00315F71"/>
    <w:rsid w:val="00321E3F"/>
    <w:rsid w:val="003261DA"/>
    <w:rsid w:val="0033110E"/>
    <w:rsid w:val="0033313C"/>
    <w:rsid w:val="003364B0"/>
    <w:rsid w:val="00336BA6"/>
    <w:rsid w:val="00340098"/>
    <w:rsid w:val="003410D2"/>
    <w:rsid w:val="00342DD1"/>
    <w:rsid w:val="00343AB5"/>
    <w:rsid w:val="00344371"/>
    <w:rsid w:val="00345D6B"/>
    <w:rsid w:val="00351ACA"/>
    <w:rsid w:val="003526AF"/>
    <w:rsid w:val="00352CBD"/>
    <w:rsid w:val="00354C20"/>
    <w:rsid w:val="003557D7"/>
    <w:rsid w:val="00355C6A"/>
    <w:rsid w:val="0036030F"/>
    <w:rsid w:val="00360A65"/>
    <w:rsid w:val="00362578"/>
    <w:rsid w:val="003647E1"/>
    <w:rsid w:val="00365066"/>
    <w:rsid w:val="00365400"/>
    <w:rsid w:val="00365472"/>
    <w:rsid w:val="003667CA"/>
    <w:rsid w:val="00367EDD"/>
    <w:rsid w:val="003702AC"/>
    <w:rsid w:val="0037164E"/>
    <w:rsid w:val="00372B81"/>
    <w:rsid w:val="00374963"/>
    <w:rsid w:val="0038318E"/>
    <w:rsid w:val="00392AF5"/>
    <w:rsid w:val="0039708D"/>
    <w:rsid w:val="003A18EA"/>
    <w:rsid w:val="003A24E7"/>
    <w:rsid w:val="003A3503"/>
    <w:rsid w:val="003A4F27"/>
    <w:rsid w:val="003A573A"/>
    <w:rsid w:val="003B13B1"/>
    <w:rsid w:val="003B269C"/>
    <w:rsid w:val="003B2AC1"/>
    <w:rsid w:val="003B3221"/>
    <w:rsid w:val="003B4677"/>
    <w:rsid w:val="003C139A"/>
    <w:rsid w:val="003C250C"/>
    <w:rsid w:val="003C4AA0"/>
    <w:rsid w:val="003C57C4"/>
    <w:rsid w:val="003C6372"/>
    <w:rsid w:val="003D46D8"/>
    <w:rsid w:val="003D5091"/>
    <w:rsid w:val="003D62DB"/>
    <w:rsid w:val="003D6D8C"/>
    <w:rsid w:val="003D7D90"/>
    <w:rsid w:val="003D7FFC"/>
    <w:rsid w:val="003E00A7"/>
    <w:rsid w:val="003E0C57"/>
    <w:rsid w:val="003E0F7B"/>
    <w:rsid w:val="003E56E3"/>
    <w:rsid w:val="003E67D0"/>
    <w:rsid w:val="003F098D"/>
    <w:rsid w:val="003F09E3"/>
    <w:rsid w:val="003F2118"/>
    <w:rsid w:val="003F2E72"/>
    <w:rsid w:val="003F3D5A"/>
    <w:rsid w:val="003F48EC"/>
    <w:rsid w:val="003F4B21"/>
    <w:rsid w:val="003F60D4"/>
    <w:rsid w:val="003F66F7"/>
    <w:rsid w:val="003F767B"/>
    <w:rsid w:val="003F79AD"/>
    <w:rsid w:val="004001AB"/>
    <w:rsid w:val="0040094E"/>
    <w:rsid w:val="00400EED"/>
    <w:rsid w:val="00401C46"/>
    <w:rsid w:val="004048B6"/>
    <w:rsid w:val="00406001"/>
    <w:rsid w:val="00406A52"/>
    <w:rsid w:val="00410B96"/>
    <w:rsid w:val="00410C45"/>
    <w:rsid w:val="00411982"/>
    <w:rsid w:val="004125EB"/>
    <w:rsid w:val="00412A78"/>
    <w:rsid w:val="0041380B"/>
    <w:rsid w:val="004165AF"/>
    <w:rsid w:val="00417175"/>
    <w:rsid w:val="00421786"/>
    <w:rsid w:val="004236E7"/>
    <w:rsid w:val="0042488B"/>
    <w:rsid w:val="00425556"/>
    <w:rsid w:val="00425C95"/>
    <w:rsid w:val="00435576"/>
    <w:rsid w:val="004358B2"/>
    <w:rsid w:val="00435DD3"/>
    <w:rsid w:val="00436815"/>
    <w:rsid w:val="00440FD8"/>
    <w:rsid w:val="0045059D"/>
    <w:rsid w:val="00452B94"/>
    <w:rsid w:val="0045326C"/>
    <w:rsid w:val="00460308"/>
    <w:rsid w:val="0046401C"/>
    <w:rsid w:val="00464473"/>
    <w:rsid w:val="004661E7"/>
    <w:rsid w:val="00470F12"/>
    <w:rsid w:val="00471B46"/>
    <w:rsid w:val="00473A59"/>
    <w:rsid w:val="0048445B"/>
    <w:rsid w:val="00494D01"/>
    <w:rsid w:val="00496600"/>
    <w:rsid w:val="00496618"/>
    <w:rsid w:val="00496A75"/>
    <w:rsid w:val="004A0570"/>
    <w:rsid w:val="004A109D"/>
    <w:rsid w:val="004A3ADB"/>
    <w:rsid w:val="004A6F67"/>
    <w:rsid w:val="004A79C1"/>
    <w:rsid w:val="004B0DC3"/>
    <w:rsid w:val="004B3E27"/>
    <w:rsid w:val="004B410D"/>
    <w:rsid w:val="004B5BB1"/>
    <w:rsid w:val="004B71E6"/>
    <w:rsid w:val="004C0159"/>
    <w:rsid w:val="004C0A1C"/>
    <w:rsid w:val="004C3681"/>
    <w:rsid w:val="004C45D3"/>
    <w:rsid w:val="004C57C3"/>
    <w:rsid w:val="004C665C"/>
    <w:rsid w:val="004C69E5"/>
    <w:rsid w:val="004C740F"/>
    <w:rsid w:val="004C7823"/>
    <w:rsid w:val="004D06E2"/>
    <w:rsid w:val="004D0EF0"/>
    <w:rsid w:val="004D4AAE"/>
    <w:rsid w:val="004D4B02"/>
    <w:rsid w:val="004E00C1"/>
    <w:rsid w:val="004E034E"/>
    <w:rsid w:val="004E26FC"/>
    <w:rsid w:val="004E3028"/>
    <w:rsid w:val="004F174F"/>
    <w:rsid w:val="004F2E86"/>
    <w:rsid w:val="004F3287"/>
    <w:rsid w:val="00500982"/>
    <w:rsid w:val="00501490"/>
    <w:rsid w:val="005019A9"/>
    <w:rsid w:val="005020D7"/>
    <w:rsid w:val="005048DE"/>
    <w:rsid w:val="00504DE9"/>
    <w:rsid w:val="005058A7"/>
    <w:rsid w:val="00506576"/>
    <w:rsid w:val="00512E27"/>
    <w:rsid w:val="005131CE"/>
    <w:rsid w:val="00513291"/>
    <w:rsid w:val="00527589"/>
    <w:rsid w:val="0053261F"/>
    <w:rsid w:val="00532813"/>
    <w:rsid w:val="00532A01"/>
    <w:rsid w:val="00532ADD"/>
    <w:rsid w:val="005337C9"/>
    <w:rsid w:val="00535840"/>
    <w:rsid w:val="005373D5"/>
    <w:rsid w:val="005403D0"/>
    <w:rsid w:val="005422EF"/>
    <w:rsid w:val="005431D0"/>
    <w:rsid w:val="00546410"/>
    <w:rsid w:val="005464FB"/>
    <w:rsid w:val="0055015C"/>
    <w:rsid w:val="0055024D"/>
    <w:rsid w:val="00556B6F"/>
    <w:rsid w:val="005607CD"/>
    <w:rsid w:val="00560DA2"/>
    <w:rsid w:val="005617BB"/>
    <w:rsid w:val="00562965"/>
    <w:rsid w:val="005636C8"/>
    <w:rsid w:val="00563E17"/>
    <w:rsid w:val="00570209"/>
    <w:rsid w:val="005716AB"/>
    <w:rsid w:val="00572C24"/>
    <w:rsid w:val="0057495F"/>
    <w:rsid w:val="005753E8"/>
    <w:rsid w:val="005814E4"/>
    <w:rsid w:val="00584590"/>
    <w:rsid w:val="005858EB"/>
    <w:rsid w:val="0058725A"/>
    <w:rsid w:val="00587521"/>
    <w:rsid w:val="00587A3D"/>
    <w:rsid w:val="00590990"/>
    <w:rsid w:val="005933B0"/>
    <w:rsid w:val="00594FC2"/>
    <w:rsid w:val="005A02B3"/>
    <w:rsid w:val="005A2141"/>
    <w:rsid w:val="005A250F"/>
    <w:rsid w:val="005A5855"/>
    <w:rsid w:val="005A6CB3"/>
    <w:rsid w:val="005B253A"/>
    <w:rsid w:val="005B4DFD"/>
    <w:rsid w:val="005C0EBA"/>
    <w:rsid w:val="005C21DB"/>
    <w:rsid w:val="005C2FC1"/>
    <w:rsid w:val="005C76A1"/>
    <w:rsid w:val="005D19D6"/>
    <w:rsid w:val="005D39E1"/>
    <w:rsid w:val="005D441A"/>
    <w:rsid w:val="005E2369"/>
    <w:rsid w:val="005E314E"/>
    <w:rsid w:val="005E51A1"/>
    <w:rsid w:val="005E6211"/>
    <w:rsid w:val="005F232D"/>
    <w:rsid w:val="005F4982"/>
    <w:rsid w:val="005F4CCF"/>
    <w:rsid w:val="005F4D99"/>
    <w:rsid w:val="005F643F"/>
    <w:rsid w:val="006009C9"/>
    <w:rsid w:val="006033E8"/>
    <w:rsid w:val="00604DA5"/>
    <w:rsid w:val="00606488"/>
    <w:rsid w:val="0061253F"/>
    <w:rsid w:val="00612C85"/>
    <w:rsid w:val="00613943"/>
    <w:rsid w:val="006149A2"/>
    <w:rsid w:val="00614A28"/>
    <w:rsid w:val="00615538"/>
    <w:rsid w:val="00615742"/>
    <w:rsid w:val="00616DDD"/>
    <w:rsid w:val="00624721"/>
    <w:rsid w:val="006269F8"/>
    <w:rsid w:val="00626C06"/>
    <w:rsid w:val="00630F28"/>
    <w:rsid w:val="006338DC"/>
    <w:rsid w:val="006343CB"/>
    <w:rsid w:val="00634409"/>
    <w:rsid w:val="00634DF1"/>
    <w:rsid w:val="00635978"/>
    <w:rsid w:val="00635D69"/>
    <w:rsid w:val="00636C5C"/>
    <w:rsid w:val="0063718C"/>
    <w:rsid w:val="00640B1E"/>
    <w:rsid w:val="00647A5C"/>
    <w:rsid w:val="0065190A"/>
    <w:rsid w:val="00651965"/>
    <w:rsid w:val="006530A5"/>
    <w:rsid w:val="00656EF5"/>
    <w:rsid w:val="006615C3"/>
    <w:rsid w:val="00664620"/>
    <w:rsid w:val="00671F58"/>
    <w:rsid w:val="00673523"/>
    <w:rsid w:val="00673C39"/>
    <w:rsid w:val="00676396"/>
    <w:rsid w:val="006763B2"/>
    <w:rsid w:val="00681561"/>
    <w:rsid w:val="00685556"/>
    <w:rsid w:val="0069057F"/>
    <w:rsid w:val="00697025"/>
    <w:rsid w:val="006A007C"/>
    <w:rsid w:val="006A0FB5"/>
    <w:rsid w:val="006A24F1"/>
    <w:rsid w:val="006A43D1"/>
    <w:rsid w:val="006A73F4"/>
    <w:rsid w:val="006C0108"/>
    <w:rsid w:val="006C0646"/>
    <w:rsid w:val="006C15C8"/>
    <w:rsid w:val="006C554C"/>
    <w:rsid w:val="006C55D9"/>
    <w:rsid w:val="006D07DA"/>
    <w:rsid w:val="006D31CD"/>
    <w:rsid w:val="006D5010"/>
    <w:rsid w:val="006D5832"/>
    <w:rsid w:val="006D7301"/>
    <w:rsid w:val="006E26E3"/>
    <w:rsid w:val="006E5961"/>
    <w:rsid w:val="006E7686"/>
    <w:rsid w:val="006F2A8C"/>
    <w:rsid w:val="006F6D66"/>
    <w:rsid w:val="00702205"/>
    <w:rsid w:val="00702863"/>
    <w:rsid w:val="00702D77"/>
    <w:rsid w:val="00702D8E"/>
    <w:rsid w:val="007031CC"/>
    <w:rsid w:val="0070547F"/>
    <w:rsid w:val="00711F6E"/>
    <w:rsid w:val="00715628"/>
    <w:rsid w:val="00715D15"/>
    <w:rsid w:val="00716A18"/>
    <w:rsid w:val="0071777A"/>
    <w:rsid w:val="007179AD"/>
    <w:rsid w:val="00717BD6"/>
    <w:rsid w:val="00720CC1"/>
    <w:rsid w:val="007210B7"/>
    <w:rsid w:val="007274AC"/>
    <w:rsid w:val="0073080B"/>
    <w:rsid w:val="00730AAE"/>
    <w:rsid w:val="00732629"/>
    <w:rsid w:val="007335A6"/>
    <w:rsid w:val="00736669"/>
    <w:rsid w:val="00737D80"/>
    <w:rsid w:val="00742DA8"/>
    <w:rsid w:val="00744547"/>
    <w:rsid w:val="00744BFD"/>
    <w:rsid w:val="00744F9E"/>
    <w:rsid w:val="0074510F"/>
    <w:rsid w:val="00746298"/>
    <w:rsid w:val="0074781D"/>
    <w:rsid w:val="00747ABC"/>
    <w:rsid w:val="00747B13"/>
    <w:rsid w:val="00752493"/>
    <w:rsid w:val="00755940"/>
    <w:rsid w:val="007624A8"/>
    <w:rsid w:val="00766FD2"/>
    <w:rsid w:val="00767648"/>
    <w:rsid w:val="00767792"/>
    <w:rsid w:val="0077006B"/>
    <w:rsid w:val="007716C9"/>
    <w:rsid w:val="00771904"/>
    <w:rsid w:val="00772793"/>
    <w:rsid w:val="00772EEA"/>
    <w:rsid w:val="007748F0"/>
    <w:rsid w:val="00777658"/>
    <w:rsid w:val="00782CC0"/>
    <w:rsid w:val="00782F6A"/>
    <w:rsid w:val="0078367C"/>
    <w:rsid w:val="00784449"/>
    <w:rsid w:val="007844A5"/>
    <w:rsid w:val="007923C6"/>
    <w:rsid w:val="00795328"/>
    <w:rsid w:val="007A4661"/>
    <w:rsid w:val="007A5E1E"/>
    <w:rsid w:val="007A6528"/>
    <w:rsid w:val="007B0D4D"/>
    <w:rsid w:val="007B0FCB"/>
    <w:rsid w:val="007B1151"/>
    <w:rsid w:val="007B5CD5"/>
    <w:rsid w:val="007C0B90"/>
    <w:rsid w:val="007C3F51"/>
    <w:rsid w:val="007C57C1"/>
    <w:rsid w:val="007D2B05"/>
    <w:rsid w:val="007D414A"/>
    <w:rsid w:val="007D4A59"/>
    <w:rsid w:val="007D5F54"/>
    <w:rsid w:val="007D6612"/>
    <w:rsid w:val="007D69E1"/>
    <w:rsid w:val="007D6F34"/>
    <w:rsid w:val="007D6FF4"/>
    <w:rsid w:val="007E177B"/>
    <w:rsid w:val="007E20B8"/>
    <w:rsid w:val="007E2F5D"/>
    <w:rsid w:val="007E4E46"/>
    <w:rsid w:val="007F02E2"/>
    <w:rsid w:val="007F141C"/>
    <w:rsid w:val="007F28EC"/>
    <w:rsid w:val="007F2A82"/>
    <w:rsid w:val="0080201F"/>
    <w:rsid w:val="00803E56"/>
    <w:rsid w:val="00806AD7"/>
    <w:rsid w:val="00806B3C"/>
    <w:rsid w:val="00807B6F"/>
    <w:rsid w:val="00811874"/>
    <w:rsid w:val="0081200F"/>
    <w:rsid w:val="008124BD"/>
    <w:rsid w:val="00816700"/>
    <w:rsid w:val="0081686F"/>
    <w:rsid w:val="0082197E"/>
    <w:rsid w:val="0082435D"/>
    <w:rsid w:val="008253CB"/>
    <w:rsid w:val="008260F9"/>
    <w:rsid w:val="0083185D"/>
    <w:rsid w:val="00832231"/>
    <w:rsid w:val="00833574"/>
    <w:rsid w:val="00834145"/>
    <w:rsid w:val="00834C40"/>
    <w:rsid w:val="00835CA2"/>
    <w:rsid w:val="0083632B"/>
    <w:rsid w:val="0084064B"/>
    <w:rsid w:val="00844336"/>
    <w:rsid w:val="00845487"/>
    <w:rsid w:val="00853AC3"/>
    <w:rsid w:val="00853DF3"/>
    <w:rsid w:val="00854FD2"/>
    <w:rsid w:val="008552C1"/>
    <w:rsid w:val="008568F1"/>
    <w:rsid w:val="0085729E"/>
    <w:rsid w:val="0086057D"/>
    <w:rsid w:val="00860984"/>
    <w:rsid w:val="00861996"/>
    <w:rsid w:val="00863B93"/>
    <w:rsid w:val="00865054"/>
    <w:rsid w:val="008721AC"/>
    <w:rsid w:val="008753A3"/>
    <w:rsid w:val="00875B42"/>
    <w:rsid w:val="00880D62"/>
    <w:rsid w:val="00884075"/>
    <w:rsid w:val="008907C2"/>
    <w:rsid w:val="00892BD1"/>
    <w:rsid w:val="0089322F"/>
    <w:rsid w:val="00894467"/>
    <w:rsid w:val="00894693"/>
    <w:rsid w:val="0089527C"/>
    <w:rsid w:val="00897843"/>
    <w:rsid w:val="008A1A19"/>
    <w:rsid w:val="008A23EB"/>
    <w:rsid w:val="008A25AA"/>
    <w:rsid w:val="008A2E90"/>
    <w:rsid w:val="008A3B05"/>
    <w:rsid w:val="008A3CAA"/>
    <w:rsid w:val="008A4135"/>
    <w:rsid w:val="008A6A05"/>
    <w:rsid w:val="008B0EE3"/>
    <w:rsid w:val="008B27C4"/>
    <w:rsid w:val="008B32FD"/>
    <w:rsid w:val="008B4A7B"/>
    <w:rsid w:val="008B4EBB"/>
    <w:rsid w:val="008B52E7"/>
    <w:rsid w:val="008B5DE8"/>
    <w:rsid w:val="008B6F4A"/>
    <w:rsid w:val="008B7B15"/>
    <w:rsid w:val="008C076C"/>
    <w:rsid w:val="008C2025"/>
    <w:rsid w:val="008C3FB0"/>
    <w:rsid w:val="008C498B"/>
    <w:rsid w:val="008C4C82"/>
    <w:rsid w:val="008C7B91"/>
    <w:rsid w:val="008D17F0"/>
    <w:rsid w:val="008D62E9"/>
    <w:rsid w:val="008D7266"/>
    <w:rsid w:val="008E0729"/>
    <w:rsid w:val="008E1880"/>
    <w:rsid w:val="008E21A8"/>
    <w:rsid w:val="008E3836"/>
    <w:rsid w:val="008E4DB3"/>
    <w:rsid w:val="008E5BC6"/>
    <w:rsid w:val="008E74F5"/>
    <w:rsid w:val="008F0064"/>
    <w:rsid w:val="008F1A9F"/>
    <w:rsid w:val="008F3241"/>
    <w:rsid w:val="008F445D"/>
    <w:rsid w:val="008F4D2C"/>
    <w:rsid w:val="008F7A96"/>
    <w:rsid w:val="00906525"/>
    <w:rsid w:val="00910212"/>
    <w:rsid w:val="00917EF3"/>
    <w:rsid w:val="0092070A"/>
    <w:rsid w:val="00920DA7"/>
    <w:rsid w:val="009256AB"/>
    <w:rsid w:val="00930EB1"/>
    <w:rsid w:val="00933875"/>
    <w:rsid w:val="00933D0A"/>
    <w:rsid w:val="009379ED"/>
    <w:rsid w:val="00941935"/>
    <w:rsid w:val="009423A0"/>
    <w:rsid w:val="00942539"/>
    <w:rsid w:val="00942D33"/>
    <w:rsid w:val="0094320B"/>
    <w:rsid w:val="00946266"/>
    <w:rsid w:val="00947A70"/>
    <w:rsid w:val="00947AC9"/>
    <w:rsid w:val="00947D42"/>
    <w:rsid w:val="009505E7"/>
    <w:rsid w:val="00954E48"/>
    <w:rsid w:val="00955624"/>
    <w:rsid w:val="00956074"/>
    <w:rsid w:val="0095772B"/>
    <w:rsid w:val="009635BE"/>
    <w:rsid w:val="00963D8B"/>
    <w:rsid w:val="00966C0E"/>
    <w:rsid w:val="009738A5"/>
    <w:rsid w:val="0098022E"/>
    <w:rsid w:val="0098090C"/>
    <w:rsid w:val="00980B69"/>
    <w:rsid w:val="00980F5C"/>
    <w:rsid w:val="00981DF9"/>
    <w:rsid w:val="0098359D"/>
    <w:rsid w:val="00987605"/>
    <w:rsid w:val="00990B02"/>
    <w:rsid w:val="00990F2E"/>
    <w:rsid w:val="0099279F"/>
    <w:rsid w:val="0099286F"/>
    <w:rsid w:val="00992E5F"/>
    <w:rsid w:val="0099402E"/>
    <w:rsid w:val="00997AE5"/>
    <w:rsid w:val="009A0B81"/>
    <w:rsid w:val="009A3887"/>
    <w:rsid w:val="009A3AE3"/>
    <w:rsid w:val="009A69FE"/>
    <w:rsid w:val="009B0538"/>
    <w:rsid w:val="009B1D2B"/>
    <w:rsid w:val="009B1F32"/>
    <w:rsid w:val="009B2543"/>
    <w:rsid w:val="009B4963"/>
    <w:rsid w:val="009C37FA"/>
    <w:rsid w:val="009C6424"/>
    <w:rsid w:val="009C7540"/>
    <w:rsid w:val="009C7A5B"/>
    <w:rsid w:val="009D372B"/>
    <w:rsid w:val="009E0688"/>
    <w:rsid w:val="009E1167"/>
    <w:rsid w:val="009E4E5B"/>
    <w:rsid w:val="009E4FA0"/>
    <w:rsid w:val="009E66C9"/>
    <w:rsid w:val="009F3D85"/>
    <w:rsid w:val="009F4D84"/>
    <w:rsid w:val="009F6499"/>
    <w:rsid w:val="009F676B"/>
    <w:rsid w:val="00A039EB"/>
    <w:rsid w:val="00A04525"/>
    <w:rsid w:val="00A0578F"/>
    <w:rsid w:val="00A060F6"/>
    <w:rsid w:val="00A0615D"/>
    <w:rsid w:val="00A101B4"/>
    <w:rsid w:val="00A1098F"/>
    <w:rsid w:val="00A13708"/>
    <w:rsid w:val="00A14DE9"/>
    <w:rsid w:val="00A173A8"/>
    <w:rsid w:val="00A21582"/>
    <w:rsid w:val="00A223B0"/>
    <w:rsid w:val="00A22882"/>
    <w:rsid w:val="00A2339B"/>
    <w:rsid w:val="00A27611"/>
    <w:rsid w:val="00A30907"/>
    <w:rsid w:val="00A3353E"/>
    <w:rsid w:val="00A3426C"/>
    <w:rsid w:val="00A34784"/>
    <w:rsid w:val="00A36D2C"/>
    <w:rsid w:val="00A415DF"/>
    <w:rsid w:val="00A531EF"/>
    <w:rsid w:val="00A55AE2"/>
    <w:rsid w:val="00A56814"/>
    <w:rsid w:val="00A56F0B"/>
    <w:rsid w:val="00A57F42"/>
    <w:rsid w:val="00A64EB2"/>
    <w:rsid w:val="00A653BC"/>
    <w:rsid w:val="00A700F0"/>
    <w:rsid w:val="00A71CD7"/>
    <w:rsid w:val="00A72A57"/>
    <w:rsid w:val="00A73254"/>
    <w:rsid w:val="00A73546"/>
    <w:rsid w:val="00A74135"/>
    <w:rsid w:val="00A75973"/>
    <w:rsid w:val="00A76B85"/>
    <w:rsid w:val="00A770A5"/>
    <w:rsid w:val="00A77E57"/>
    <w:rsid w:val="00A80B6F"/>
    <w:rsid w:val="00A8113A"/>
    <w:rsid w:val="00A812BD"/>
    <w:rsid w:val="00A8725D"/>
    <w:rsid w:val="00A92BC7"/>
    <w:rsid w:val="00A94400"/>
    <w:rsid w:val="00A94CDE"/>
    <w:rsid w:val="00A963B6"/>
    <w:rsid w:val="00A96455"/>
    <w:rsid w:val="00A9676C"/>
    <w:rsid w:val="00A975ED"/>
    <w:rsid w:val="00AA0DE3"/>
    <w:rsid w:val="00AA1011"/>
    <w:rsid w:val="00AA4320"/>
    <w:rsid w:val="00AA44DB"/>
    <w:rsid w:val="00AA7F23"/>
    <w:rsid w:val="00AB0CF7"/>
    <w:rsid w:val="00AB3E76"/>
    <w:rsid w:val="00AB6250"/>
    <w:rsid w:val="00AB7A62"/>
    <w:rsid w:val="00AC134D"/>
    <w:rsid w:val="00AC1C20"/>
    <w:rsid w:val="00AC2004"/>
    <w:rsid w:val="00AC28F5"/>
    <w:rsid w:val="00AC6436"/>
    <w:rsid w:val="00AD0602"/>
    <w:rsid w:val="00AD2597"/>
    <w:rsid w:val="00AD2C0B"/>
    <w:rsid w:val="00AD316A"/>
    <w:rsid w:val="00AD6E57"/>
    <w:rsid w:val="00AD7B43"/>
    <w:rsid w:val="00AD7C0E"/>
    <w:rsid w:val="00AE0E70"/>
    <w:rsid w:val="00AE22F1"/>
    <w:rsid w:val="00AE2C14"/>
    <w:rsid w:val="00AE32FB"/>
    <w:rsid w:val="00AE69C2"/>
    <w:rsid w:val="00AF134D"/>
    <w:rsid w:val="00B0360A"/>
    <w:rsid w:val="00B03620"/>
    <w:rsid w:val="00B10297"/>
    <w:rsid w:val="00B117E7"/>
    <w:rsid w:val="00B130F5"/>
    <w:rsid w:val="00B160CC"/>
    <w:rsid w:val="00B20A6B"/>
    <w:rsid w:val="00B22DA8"/>
    <w:rsid w:val="00B247DC"/>
    <w:rsid w:val="00B25BEF"/>
    <w:rsid w:val="00B31036"/>
    <w:rsid w:val="00B32A91"/>
    <w:rsid w:val="00B33E8B"/>
    <w:rsid w:val="00B34651"/>
    <w:rsid w:val="00B3555A"/>
    <w:rsid w:val="00B36957"/>
    <w:rsid w:val="00B4228B"/>
    <w:rsid w:val="00B42940"/>
    <w:rsid w:val="00B45E1B"/>
    <w:rsid w:val="00B479A2"/>
    <w:rsid w:val="00B52FCC"/>
    <w:rsid w:val="00B57A5C"/>
    <w:rsid w:val="00B6156C"/>
    <w:rsid w:val="00B6212E"/>
    <w:rsid w:val="00B63AC1"/>
    <w:rsid w:val="00B650AA"/>
    <w:rsid w:val="00B65756"/>
    <w:rsid w:val="00B71509"/>
    <w:rsid w:val="00B72129"/>
    <w:rsid w:val="00B742BD"/>
    <w:rsid w:val="00B74481"/>
    <w:rsid w:val="00B74656"/>
    <w:rsid w:val="00B74F64"/>
    <w:rsid w:val="00B7572D"/>
    <w:rsid w:val="00B758B6"/>
    <w:rsid w:val="00B76A46"/>
    <w:rsid w:val="00B76A59"/>
    <w:rsid w:val="00B81D54"/>
    <w:rsid w:val="00B86BA5"/>
    <w:rsid w:val="00B86E02"/>
    <w:rsid w:val="00B90F5B"/>
    <w:rsid w:val="00B92904"/>
    <w:rsid w:val="00B9655B"/>
    <w:rsid w:val="00B96D0C"/>
    <w:rsid w:val="00B97836"/>
    <w:rsid w:val="00BA2822"/>
    <w:rsid w:val="00BA330A"/>
    <w:rsid w:val="00BA5E1F"/>
    <w:rsid w:val="00BB1456"/>
    <w:rsid w:val="00BB1E15"/>
    <w:rsid w:val="00BB3596"/>
    <w:rsid w:val="00BB3C47"/>
    <w:rsid w:val="00BB75C4"/>
    <w:rsid w:val="00BC17D6"/>
    <w:rsid w:val="00BC1CEA"/>
    <w:rsid w:val="00BC3952"/>
    <w:rsid w:val="00BC4277"/>
    <w:rsid w:val="00BC74E5"/>
    <w:rsid w:val="00BD0203"/>
    <w:rsid w:val="00BD0A64"/>
    <w:rsid w:val="00BD4182"/>
    <w:rsid w:val="00BD496C"/>
    <w:rsid w:val="00BD54A7"/>
    <w:rsid w:val="00BD666E"/>
    <w:rsid w:val="00BD72C2"/>
    <w:rsid w:val="00BE0EEF"/>
    <w:rsid w:val="00BE1938"/>
    <w:rsid w:val="00BE2FFE"/>
    <w:rsid w:val="00BE3677"/>
    <w:rsid w:val="00BF3C1B"/>
    <w:rsid w:val="00BF3D23"/>
    <w:rsid w:val="00BF3FD4"/>
    <w:rsid w:val="00BF79F5"/>
    <w:rsid w:val="00C007CB"/>
    <w:rsid w:val="00C01A46"/>
    <w:rsid w:val="00C038D9"/>
    <w:rsid w:val="00C041BE"/>
    <w:rsid w:val="00C06F7E"/>
    <w:rsid w:val="00C07347"/>
    <w:rsid w:val="00C07779"/>
    <w:rsid w:val="00C1063C"/>
    <w:rsid w:val="00C10933"/>
    <w:rsid w:val="00C13C30"/>
    <w:rsid w:val="00C13D0C"/>
    <w:rsid w:val="00C14D5E"/>
    <w:rsid w:val="00C1582D"/>
    <w:rsid w:val="00C17CE2"/>
    <w:rsid w:val="00C20E76"/>
    <w:rsid w:val="00C237A3"/>
    <w:rsid w:val="00C241AE"/>
    <w:rsid w:val="00C24890"/>
    <w:rsid w:val="00C261E7"/>
    <w:rsid w:val="00C27CE1"/>
    <w:rsid w:val="00C320BD"/>
    <w:rsid w:val="00C32379"/>
    <w:rsid w:val="00C331BC"/>
    <w:rsid w:val="00C37549"/>
    <w:rsid w:val="00C40F62"/>
    <w:rsid w:val="00C4132B"/>
    <w:rsid w:val="00C44C5B"/>
    <w:rsid w:val="00C507F0"/>
    <w:rsid w:val="00C50C27"/>
    <w:rsid w:val="00C51C88"/>
    <w:rsid w:val="00C52DF1"/>
    <w:rsid w:val="00C53355"/>
    <w:rsid w:val="00C54C5B"/>
    <w:rsid w:val="00C54C77"/>
    <w:rsid w:val="00C5585B"/>
    <w:rsid w:val="00C56FB7"/>
    <w:rsid w:val="00C6007E"/>
    <w:rsid w:val="00C60BE4"/>
    <w:rsid w:val="00C6133F"/>
    <w:rsid w:val="00C62871"/>
    <w:rsid w:val="00C7251B"/>
    <w:rsid w:val="00C74811"/>
    <w:rsid w:val="00C7498A"/>
    <w:rsid w:val="00C75893"/>
    <w:rsid w:val="00C7608E"/>
    <w:rsid w:val="00C76C73"/>
    <w:rsid w:val="00C82291"/>
    <w:rsid w:val="00C85E6D"/>
    <w:rsid w:val="00C91F11"/>
    <w:rsid w:val="00C95C16"/>
    <w:rsid w:val="00C96EF9"/>
    <w:rsid w:val="00CA15BE"/>
    <w:rsid w:val="00CA36FD"/>
    <w:rsid w:val="00CA5D66"/>
    <w:rsid w:val="00CA5F88"/>
    <w:rsid w:val="00CA688C"/>
    <w:rsid w:val="00CA79A4"/>
    <w:rsid w:val="00CB211E"/>
    <w:rsid w:val="00CB6E3E"/>
    <w:rsid w:val="00CC04D1"/>
    <w:rsid w:val="00CC31A9"/>
    <w:rsid w:val="00CC3B45"/>
    <w:rsid w:val="00CC4D02"/>
    <w:rsid w:val="00CC768F"/>
    <w:rsid w:val="00CD42C7"/>
    <w:rsid w:val="00CD614D"/>
    <w:rsid w:val="00CE170D"/>
    <w:rsid w:val="00CF6707"/>
    <w:rsid w:val="00CF6F43"/>
    <w:rsid w:val="00CF75ED"/>
    <w:rsid w:val="00D02230"/>
    <w:rsid w:val="00D023A9"/>
    <w:rsid w:val="00D05262"/>
    <w:rsid w:val="00D07B74"/>
    <w:rsid w:val="00D1076B"/>
    <w:rsid w:val="00D11795"/>
    <w:rsid w:val="00D154DD"/>
    <w:rsid w:val="00D204E3"/>
    <w:rsid w:val="00D20683"/>
    <w:rsid w:val="00D21817"/>
    <w:rsid w:val="00D223FE"/>
    <w:rsid w:val="00D25451"/>
    <w:rsid w:val="00D26A82"/>
    <w:rsid w:val="00D27BD4"/>
    <w:rsid w:val="00D305C1"/>
    <w:rsid w:val="00D310B3"/>
    <w:rsid w:val="00D31739"/>
    <w:rsid w:val="00D360D0"/>
    <w:rsid w:val="00D37BAD"/>
    <w:rsid w:val="00D418C3"/>
    <w:rsid w:val="00D42959"/>
    <w:rsid w:val="00D459A3"/>
    <w:rsid w:val="00D45A4F"/>
    <w:rsid w:val="00D46516"/>
    <w:rsid w:val="00D53AF2"/>
    <w:rsid w:val="00D53EAB"/>
    <w:rsid w:val="00D541EB"/>
    <w:rsid w:val="00D6133F"/>
    <w:rsid w:val="00D6547B"/>
    <w:rsid w:val="00D6660D"/>
    <w:rsid w:val="00D70C8F"/>
    <w:rsid w:val="00D711E2"/>
    <w:rsid w:val="00D71BC2"/>
    <w:rsid w:val="00D774F1"/>
    <w:rsid w:val="00D848C4"/>
    <w:rsid w:val="00D86531"/>
    <w:rsid w:val="00D90A2D"/>
    <w:rsid w:val="00D90C6E"/>
    <w:rsid w:val="00D91718"/>
    <w:rsid w:val="00D95735"/>
    <w:rsid w:val="00DA08EB"/>
    <w:rsid w:val="00DA4178"/>
    <w:rsid w:val="00DA43DA"/>
    <w:rsid w:val="00DA545C"/>
    <w:rsid w:val="00DA56A1"/>
    <w:rsid w:val="00DB0194"/>
    <w:rsid w:val="00DB14A5"/>
    <w:rsid w:val="00DB424C"/>
    <w:rsid w:val="00DB54E3"/>
    <w:rsid w:val="00DC152A"/>
    <w:rsid w:val="00DD1C2A"/>
    <w:rsid w:val="00DD2075"/>
    <w:rsid w:val="00DD35D9"/>
    <w:rsid w:val="00DD4BC6"/>
    <w:rsid w:val="00DD5F5C"/>
    <w:rsid w:val="00DE04CD"/>
    <w:rsid w:val="00DE14F6"/>
    <w:rsid w:val="00DE3B64"/>
    <w:rsid w:val="00DE6AA9"/>
    <w:rsid w:val="00DF09CC"/>
    <w:rsid w:val="00DF0B5A"/>
    <w:rsid w:val="00DF1B30"/>
    <w:rsid w:val="00DF6616"/>
    <w:rsid w:val="00E01B36"/>
    <w:rsid w:val="00E02E1A"/>
    <w:rsid w:val="00E07129"/>
    <w:rsid w:val="00E13EA4"/>
    <w:rsid w:val="00E1593B"/>
    <w:rsid w:val="00E17049"/>
    <w:rsid w:val="00E31DDD"/>
    <w:rsid w:val="00E33096"/>
    <w:rsid w:val="00E34248"/>
    <w:rsid w:val="00E347AB"/>
    <w:rsid w:val="00E3481A"/>
    <w:rsid w:val="00E35C94"/>
    <w:rsid w:val="00E40F63"/>
    <w:rsid w:val="00E41791"/>
    <w:rsid w:val="00E44C73"/>
    <w:rsid w:val="00E4635F"/>
    <w:rsid w:val="00E527EF"/>
    <w:rsid w:val="00E52A4C"/>
    <w:rsid w:val="00E53CE4"/>
    <w:rsid w:val="00E6289A"/>
    <w:rsid w:val="00E628E1"/>
    <w:rsid w:val="00E63323"/>
    <w:rsid w:val="00E634EE"/>
    <w:rsid w:val="00E66709"/>
    <w:rsid w:val="00E70883"/>
    <w:rsid w:val="00E72382"/>
    <w:rsid w:val="00E75626"/>
    <w:rsid w:val="00E85F54"/>
    <w:rsid w:val="00E86D72"/>
    <w:rsid w:val="00E90612"/>
    <w:rsid w:val="00E9076A"/>
    <w:rsid w:val="00E919EB"/>
    <w:rsid w:val="00E93CC5"/>
    <w:rsid w:val="00EA15BA"/>
    <w:rsid w:val="00EA228B"/>
    <w:rsid w:val="00EB21F2"/>
    <w:rsid w:val="00EB2809"/>
    <w:rsid w:val="00EB683E"/>
    <w:rsid w:val="00EB6990"/>
    <w:rsid w:val="00EB7588"/>
    <w:rsid w:val="00EB7BD4"/>
    <w:rsid w:val="00EC0E68"/>
    <w:rsid w:val="00EC302E"/>
    <w:rsid w:val="00EC3986"/>
    <w:rsid w:val="00EC4DD1"/>
    <w:rsid w:val="00EC6DC2"/>
    <w:rsid w:val="00EC7CC4"/>
    <w:rsid w:val="00EC7EC2"/>
    <w:rsid w:val="00EC7FF2"/>
    <w:rsid w:val="00ED76A9"/>
    <w:rsid w:val="00EE0B3E"/>
    <w:rsid w:val="00EE1311"/>
    <w:rsid w:val="00EE2820"/>
    <w:rsid w:val="00EE2E6F"/>
    <w:rsid w:val="00EE2F34"/>
    <w:rsid w:val="00EE3ECA"/>
    <w:rsid w:val="00EE5882"/>
    <w:rsid w:val="00EF3180"/>
    <w:rsid w:val="00EF319F"/>
    <w:rsid w:val="00EF3950"/>
    <w:rsid w:val="00EF64B5"/>
    <w:rsid w:val="00EF68DB"/>
    <w:rsid w:val="00EF736D"/>
    <w:rsid w:val="00F024C3"/>
    <w:rsid w:val="00F0347B"/>
    <w:rsid w:val="00F04E40"/>
    <w:rsid w:val="00F10322"/>
    <w:rsid w:val="00F120C8"/>
    <w:rsid w:val="00F139C8"/>
    <w:rsid w:val="00F145F9"/>
    <w:rsid w:val="00F157F5"/>
    <w:rsid w:val="00F17395"/>
    <w:rsid w:val="00F20851"/>
    <w:rsid w:val="00F232C6"/>
    <w:rsid w:val="00F307C2"/>
    <w:rsid w:val="00F317E6"/>
    <w:rsid w:val="00F40015"/>
    <w:rsid w:val="00F405DD"/>
    <w:rsid w:val="00F42B8A"/>
    <w:rsid w:val="00F43468"/>
    <w:rsid w:val="00F4495D"/>
    <w:rsid w:val="00F4538C"/>
    <w:rsid w:val="00F509F9"/>
    <w:rsid w:val="00F51292"/>
    <w:rsid w:val="00F51FA4"/>
    <w:rsid w:val="00F52F66"/>
    <w:rsid w:val="00F550DA"/>
    <w:rsid w:val="00F56E35"/>
    <w:rsid w:val="00F633D1"/>
    <w:rsid w:val="00F6640C"/>
    <w:rsid w:val="00F66DD8"/>
    <w:rsid w:val="00F67FD2"/>
    <w:rsid w:val="00F71213"/>
    <w:rsid w:val="00F72A81"/>
    <w:rsid w:val="00F7415F"/>
    <w:rsid w:val="00F744F4"/>
    <w:rsid w:val="00F83CD7"/>
    <w:rsid w:val="00F86755"/>
    <w:rsid w:val="00F86E56"/>
    <w:rsid w:val="00F90E39"/>
    <w:rsid w:val="00F9167F"/>
    <w:rsid w:val="00F93F3F"/>
    <w:rsid w:val="00F94E48"/>
    <w:rsid w:val="00F96930"/>
    <w:rsid w:val="00F9788E"/>
    <w:rsid w:val="00FA487F"/>
    <w:rsid w:val="00FB03DD"/>
    <w:rsid w:val="00FB10A4"/>
    <w:rsid w:val="00FB51E2"/>
    <w:rsid w:val="00FB52C3"/>
    <w:rsid w:val="00FC03D0"/>
    <w:rsid w:val="00FC7947"/>
    <w:rsid w:val="00FD22A7"/>
    <w:rsid w:val="00FD34D0"/>
    <w:rsid w:val="00FD577E"/>
    <w:rsid w:val="00FE015E"/>
    <w:rsid w:val="00FE19B0"/>
    <w:rsid w:val="00FE2B8C"/>
    <w:rsid w:val="00FE5480"/>
    <w:rsid w:val="00FE650D"/>
    <w:rsid w:val="00FE656C"/>
    <w:rsid w:val="00FF380A"/>
    <w:rsid w:val="00FF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9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uiPriority w:val="99"/>
    <w:rsid w:val="00980B6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F04E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04E4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04E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04E4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7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486</Words>
  <Characters>2776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sdjokovic</cp:lastModifiedBy>
  <cp:revision>7</cp:revision>
  <cp:lastPrinted>2018-03-02T13:40:00Z</cp:lastPrinted>
  <dcterms:created xsi:type="dcterms:W3CDTF">2018-02-22T14:03:00Z</dcterms:created>
  <dcterms:modified xsi:type="dcterms:W3CDTF">2018-03-06T09:57:00Z</dcterms:modified>
</cp:coreProperties>
</file>